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382" w:rsidRDefault="00535382">
      <w:pPr>
        <w:pStyle w:val="Salutation"/>
      </w:pPr>
      <w:r>
        <w:t>September 15, 2015</w:t>
      </w:r>
    </w:p>
    <w:p w:rsidR="006E6F23" w:rsidRDefault="005E2F18">
      <w:pPr>
        <w:pStyle w:val="Salutation"/>
      </w:pPr>
      <w:r>
        <w:t>D</w:t>
      </w:r>
      <w:r w:rsidR="005F2EC1">
        <w:t xml:space="preserve">ear </w:t>
      </w:r>
      <w:sdt>
        <w:sdtPr>
          <w:alias w:val="Recipient Name"/>
          <w:tag w:val=""/>
          <w:id w:val="569389569"/>
          <w:placeholder>
            <w:docPart w:val="1E3B11F46DFA4DEB8871B7CB8AA85328"/>
          </w:placeholder>
          <w:dataBinding w:prefixMappings="xmlns:ns0='http://schemas.microsoft.com/office/2006/coverPageProps' " w:xpath="/ns0:CoverPageProperties[1]/ns0:CompanyFax[1]" w:storeItemID="{55AF091B-3C7A-41E3-B477-F2FDAA23CFDA}"/>
          <w:text/>
        </w:sdtPr>
        <w:sdtEndPr/>
        <w:sdtContent>
          <w:r w:rsidR="007C6555">
            <w:t>Principal Roberts</w:t>
          </w:r>
        </w:sdtContent>
      </w:sdt>
      <w:r w:rsidR="005F2EC1">
        <w:t>:</w:t>
      </w:r>
    </w:p>
    <w:p w:rsidR="006E6F23" w:rsidRDefault="005E2F18" w:rsidP="005E2F18">
      <w:r>
        <w:t>I am the parent of Annabella Diefenbacher. She is in first grade in Ms. Smith’s class. She is the only child in this class that is Deaf. I’m concerned about Annabella in this class because of her disability.</w:t>
      </w:r>
    </w:p>
    <w:p w:rsidR="005E2F18" w:rsidRDefault="00267F92" w:rsidP="00267F92">
      <w:r>
        <w:t>Annabella</w:t>
      </w:r>
      <w:r w:rsidR="005E2F18">
        <w:t xml:space="preserve"> has told me multiple times that she feels isolated in the classroom. She told me that </w:t>
      </w:r>
      <w:r w:rsidR="00712AA4">
        <w:t>she is not allowed</w:t>
      </w:r>
      <w:r w:rsidR="00535382">
        <w:t xml:space="preserve"> to</w:t>
      </w:r>
      <w:r w:rsidR="00712AA4">
        <w:t xml:space="preserve"> use si</w:t>
      </w:r>
      <w:r>
        <w:t>gn language. This is hard for Annabella</w:t>
      </w:r>
      <w:r w:rsidR="00712AA4">
        <w:t xml:space="preserve"> because sign language is the only way that </w:t>
      </w:r>
      <w:r>
        <w:t>she</w:t>
      </w:r>
      <w:r w:rsidR="00712AA4">
        <w:t xml:space="preserve"> know</w:t>
      </w:r>
      <w:r w:rsidR="00535382">
        <w:t>s</w:t>
      </w:r>
      <w:r w:rsidR="00712AA4">
        <w:t xml:space="preserve"> how to communicate.  Because talking is such a big part of school, Annabella feels left out of the group. It is really hard for her to make friendships.</w:t>
      </w:r>
      <w:r w:rsidR="00535382">
        <w:t xml:space="preserve"> Also because she is not allowed to use her signing, she cannot fully participate in class because she cannot communicate with others.</w:t>
      </w:r>
      <w:bookmarkStart w:id="0" w:name="_GoBack"/>
      <w:bookmarkEnd w:id="0"/>
    </w:p>
    <w:p w:rsidR="00267F92" w:rsidRDefault="00267F92" w:rsidP="005E2F18">
      <w:r>
        <w:t xml:space="preserve">The ways that we could try and get Annabella involved in class could be to get her an interpreter. If there was an interpreter available for her, she would be able to communicate through the interpreter to her classmates. Also maybe the first grade class could make sign language part of their curriculum. That way Annabella doesn’t feel like an outcast because she uses her hands to communicate. </w:t>
      </w:r>
    </w:p>
    <w:p w:rsidR="00712AA4" w:rsidRDefault="007C6555" w:rsidP="005E2F18">
      <w:r>
        <w:t>Could you please contact me to discuss how we could help resolve the issues Annabella is feeling in school?</w:t>
      </w:r>
    </w:p>
    <w:p w:rsidR="006E6F23" w:rsidRDefault="005F2EC1">
      <w:pPr>
        <w:pStyle w:val="Closing"/>
      </w:pPr>
      <w:r>
        <w:t>Sincerely,</w:t>
      </w:r>
    </w:p>
    <w:p w:rsidR="006E6F23" w:rsidRDefault="00B978CC">
      <w:pPr>
        <w:pStyle w:val="Signature"/>
        <w:tabs>
          <w:tab w:val="left" w:pos="2378"/>
        </w:tabs>
      </w:pPr>
      <w:sdt>
        <w:sdtPr>
          <w:alias w:val="Your Name"/>
          <w:tag w:val="Your Name"/>
          <w:id w:val="-409692515"/>
          <w:placeholder>
            <w:docPart w:val="154CCB3E9DF1411E8111A5C4019AF92B"/>
          </w:placeholder>
          <w:dataBinding w:prefixMappings="xmlns:ns0='http://purl.org/dc/elements/1.1/' xmlns:ns1='http://schemas.openxmlformats.org/package/2006/metadata/core-properties' " w:xpath="/ns1:coreProperties[1]/ns0:creator[1]" w:storeItemID="{6C3C8BC8-F283-45AE-878A-BAB7291924A1}"/>
          <w:text/>
        </w:sdtPr>
        <w:sdtEndPr/>
        <w:sdtContent>
          <w:r w:rsidR="00535382">
            <w:t xml:space="preserve">Jenna Diefenbacher </w:t>
          </w:r>
        </w:sdtContent>
      </w:sdt>
    </w:p>
    <w:p w:rsidR="005E2F18" w:rsidRPr="005E2F18" w:rsidRDefault="007C6555" w:rsidP="005E2F18">
      <w:r>
        <w:t>(726)- 555-0505</w:t>
      </w:r>
    </w:p>
    <w:sectPr w:rsidR="005E2F18" w:rsidRPr="005E2F18">
      <w:headerReference w:type="default" r:id="rId8"/>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8CC" w:rsidRDefault="00B978CC">
      <w:pPr>
        <w:spacing w:after="0" w:line="240" w:lineRule="auto"/>
      </w:pPr>
      <w:r>
        <w:separator/>
      </w:r>
    </w:p>
  </w:endnote>
  <w:endnote w:type="continuationSeparator" w:id="0">
    <w:p w:rsidR="00B978CC" w:rsidRDefault="00B97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8CC" w:rsidRDefault="00B978CC">
      <w:pPr>
        <w:spacing w:after="0" w:line="240" w:lineRule="auto"/>
      </w:pPr>
      <w:r>
        <w:separator/>
      </w:r>
    </w:p>
  </w:footnote>
  <w:footnote w:type="continuationSeparator" w:id="0">
    <w:p w:rsidR="00B978CC" w:rsidRDefault="00B978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Recipient Name"/>
      <w:tag w:val=""/>
      <w:id w:val="-1468971042"/>
      <w:placeholder>
        <w:docPart w:val="1E3B11F46DFA4DEB8871B7CB8AA85328"/>
      </w:placeholder>
      <w:dataBinding w:prefixMappings="xmlns:ns0='http://schemas.microsoft.com/office/2006/coverPageProps' " w:xpath="/ns0:CoverPageProperties[1]/ns0:CompanyFax[1]" w:storeItemID="{55AF091B-3C7A-41E3-B477-F2FDAA23CFDA}"/>
      <w:text/>
    </w:sdtPr>
    <w:sdtEndPr/>
    <w:sdtContent>
      <w:p w:rsidR="006E6F23" w:rsidRDefault="007C6555">
        <w:pPr>
          <w:pStyle w:val="Header"/>
        </w:pPr>
        <w:r>
          <w:t>Principal Roberts</w:t>
        </w:r>
      </w:p>
    </w:sdtContent>
  </w:sdt>
  <w:p w:rsidR="006E6F23" w:rsidRDefault="00B978CC">
    <w:pPr>
      <w:pStyle w:val="Header"/>
    </w:pPr>
    <w:sdt>
      <w:sdtPr>
        <w:alias w:val="Date"/>
        <w:tag w:val="Date"/>
        <w:id w:val="-447781685"/>
        <w:placeholder>
          <w:docPart w:val="7BE3965F381C491FB418A0E1A2B7179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5F2EC1">
          <w:t>[Date]</w:t>
        </w:r>
      </w:sdtContent>
    </w:sdt>
  </w:p>
  <w:p w:rsidR="006E6F23" w:rsidRDefault="005F2EC1">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18"/>
    <w:rsid w:val="00037035"/>
    <w:rsid w:val="00267F92"/>
    <w:rsid w:val="003B0CF4"/>
    <w:rsid w:val="00535382"/>
    <w:rsid w:val="00594E7A"/>
    <w:rsid w:val="005E2F18"/>
    <w:rsid w:val="005F2EC1"/>
    <w:rsid w:val="006E6F23"/>
    <w:rsid w:val="00712AA4"/>
    <w:rsid w:val="007C2C08"/>
    <w:rsid w:val="007C6555"/>
    <w:rsid w:val="0087094C"/>
    <w:rsid w:val="00B97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pacing w:val="4"/>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uiPriority w:val="1"/>
    <w:qFormat/>
    <w:pPr>
      <w:spacing w:after="0"/>
    </w:pPr>
  </w:style>
  <w:style w:type="paragraph" w:styleId="Closing">
    <w:name w:val="Closing"/>
    <w:basedOn w:val="Normal"/>
    <w:next w:val="Signature"/>
    <w:link w:val="ClosingChar"/>
    <w:uiPriority w:val="1"/>
    <w:qFormat/>
    <w:pPr>
      <w:keepNext/>
      <w:spacing w:after="1000" w:line="240" w:lineRule="auto"/>
    </w:pPr>
  </w:style>
  <w:style w:type="character" w:customStyle="1" w:styleId="ClosingChar">
    <w:name w:val="Closing Char"/>
    <w:basedOn w:val="DefaultParagraphFont"/>
    <w:link w:val="Closing"/>
    <w:uiPriority w:val="1"/>
    <w:rPr>
      <w:spacing w:val="4"/>
      <w:sz w:val="20"/>
      <w:szCs w:val="20"/>
    </w:rPr>
  </w:style>
  <w:style w:type="paragraph" w:styleId="Signature">
    <w:name w:val="Signature"/>
    <w:basedOn w:val="Normal"/>
    <w:next w:val="Normal"/>
    <w:link w:val="SignatureChar"/>
    <w:uiPriority w:val="1"/>
    <w:qFormat/>
    <w:pPr>
      <w:keepNext/>
      <w:spacing w:after="360"/>
      <w:contextualSpacing/>
    </w:pPr>
  </w:style>
  <w:style w:type="character" w:customStyle="1" w:styleId="SignatureChar">
    <w:name w:val="Signature Char"/>
    <w:basedOn w:val="DefaultParagraphFont"/>
    <w:link w:val="Signature"/>
    <w:uiPriority w:val="1"/>
    <w:rPr>
      <w:spacing w:val="4"/>
      <w:sz w:val="20"/>
      <w:szCs w:val="20"/>
    </w:rPr>
  </w:style>
  <w:style w:type="paragraph" w:styleId="Date">
    <w:name w:val="Date"/>
    <w:basedOn w:val="Normal"/>
    <w:next w:val="Normal"/>
    <w:link w:val="DateChar"/>
    <w:uiPriority w:val="1"/>
    <w:qFormat/>
    <w:pPr>
      <w:spacing w:after="480" w:line="240" w:lineRule="auto"/>
    </w:pPr>
  </w:style>
  <w:style w:type="character" w:customStyle="1" w:styleId="DateChar">
    <w:name w:val="Date Char"/>
    <w:basedOn w:val="DefaultParagraphFont"/>
    <w:link w:val="Date"/>
    <w:uiPriority w:val="1"/>
    <w:rPr>
      <w:spacing w:val="4"/>
      <w:sz w:val="20"/>
      <w:szCs w:val="20"/>
    </w:rPr>
  </w:style>
  <w:style w:type="paragraph" w:styleId="Header">
    <w:name w:val="header"/>
    <w:basedOn w:val="Normal"/>
    <w:link w:val="HeaderChar"/>
    <w:uiPriority w:val="2"/>
    <w:pPr>
      <w:contextualSpacing/>
    </w:pPr>
  </w:style>
  <w:style w:type="character" w:customStyle="1" w:styleId="HeaderChar">
    <w:name w:val="Header Char"/>
    <w:basedOn w:val="DefaultParagraphFont"/>
    <w:link w:val="Header"/>
    <w:uiPriority w:val="2"/>
    <w:rPr>
      <w:spacing w:val="4"/>
      <w:sz w:val="20"/>
      <w:szCs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link w:val="SalutationChar"/>
    <w:uiPriority w:val="1"/>
    <w:qFormat/>
    <w:pPr>
      <w:spacing w:before="400" w:after="200"/>
    </w:pPr>
  </w:style>
  <w:style w:type="character" w:customStyle="1" w:styleId="SalutationChar">
    <w:name w:val="Salutation Char"/>
    <w:basedOn w:val="DefaultParagraphFont"/>
    <w:link w:val="Salutation"/>
    <w:uiPriority w:val="1"/>
    <w:rPr>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62_000\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54CCB3E9DF1411E8111A5C4019AF92B"/>
        <w:category>
          <w:name w:val="General"/>
          <w:gallery w:val="placeholder"/>
        </w:category>
        <w:types>
          <w:type w:val="bbPlcHdr"/>
        </w:types>
        <w:behaviors>
          <w:behavior w:val="content"/>
        </w:behaviors>
        <w:guid w:val="{47E17057-F59C-4AC1-9036-F929A0B4FE0B}"/>
      </w:docPartPr>
      <w:docPartBody>
        <w:p w:rsidR="00E15FAD" w:rsidRDefault="000462A1">
          <w:pPr>
            <w:pStyle w:val="154CCB3E9DF1411E8111A5C4019AF92B"/>
          </w:pPr>
          <w:r>
            <w:t>[Your Name]</w:t>
          </w:r>
        </w:p>
      </w:docPartBody>
    </w:docPart>
    <w:docPart>
      <w:docPartPr>
        <w:name w:val="7BE3965F381C491FB418A0E1A2B7179F"/>
        <w:category>
          <w:name w:val="General"/>
          <w:gallery w:val="placeholder"/>
        </w:category>
        <w:types>
          <w:type w:val="bbPlcHdr"/>
        </w:types>
        <w:behaviors>
          <w:behavior w:val="content"/>
        </w:behaviors>
        <w:guid w:val="{24931E28-55CE-4241-8FE9-A3D44D618312}"/>
      </w:docPartPr>
      <w:docPartBody>
        <w:p w:rsidR="00E15FAD" w:rsidRDefault="000462A1">
          <w:pPr>
            <w:pStyle w:val="7BE3965F381C491FB418A0E1A2B7179F"/>
          </w:pPr>
          <w:r>
            <w:t>[phone number]</w:t>
          </w:r>
        </w:p>
      </w:docPartBody>
    </w:docPart>
    <w:docPart>
      <w:docPartPr>
        <w:name w:val="1E3B11F46DFA4DEB8871B7CB8AA85328"/>
        <w:category>
          <w:name w:val="General"/>
          <w:gallery w:val="placeholder"/>
        </w:category>
        <w:types>
          <w:type w:val="bbPlcHdr"/>
        </w:types>
        <w:behaviors>
          <w:behavior w:val="content"/>
        </w:behaviors>
        <w:guid w:val="{5BA54660-49E8-4BC3-BB74-0BF2E9D533CE}"/>
      </w:docPartPr>
      <w:docPartBody>
        <w:p w:rsidR="00E15FAD" w:rsidRDefault="000462A1">
          <w:pPr>
            <w:pStyle w:val="1E3B11F46DFA4DEB8871B7CB8AA85328"/>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2A1"/>
    <w:rsid w:val="000462A1"/>
    <w:rsid w:val="00215DEB"/>
    <w:rsid w:val="004039D2"/>
    <w:rsid w:val="00E15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4CCB3E9DF1411E8111A5C4019AF92B">
    <w:name w:val="154CCB3E9DF1411E8111A5C4019AF92B"/>
  </w:style>
  <w:style w:type="paragraph" w:customStyle="1" w:styleId="DC69D72440884D46A0A6D35496ECD708">
    <w:name w:val="DC69D72440884D46A0A6D35496ECD708"/>
  </w:style>
  <w:style w:type="paragraph" w:customStyle="1" w:styleId="179D45229BFE4CD09D7CC931A96865DD">
    <w:name w:val="179D45229BFE4CD09D7CC931A96865DD"/>
  </w:style>
  <w:style w:type="paragraph" w:customStyle="1" w:styleId="7BE3965F381C491FB418A0E1A2B7179F">
    <w:name w:val="7BE3965F381C491FB418A0E1A2B7179F"/>
  </w:style>
  <w:style w:type="paragraph" w:customStyle="1" w:styleId="5EEC2588EC914403A4042743CA663F4E">
    <w:name w:val="5EEC2588EC914403A4042743CA663F4E"/>
  </w:style>
  <w:style w:type="paragraph" w:customStyle="1" w:styleId="26DF568E0CB5423CA560BD7FE0D1B658">
    <w:name w:val="26DF568E0CB5423CA560BD7FE0D1B658"/>
  </w:style>
  <w:style w:type="character" w:styleId="PlaceholderText">
    <w:name w:val="Placeholder Text"/>
    <w:basedOn w:val="DefaultParagraphFont"/>
    <w:uiPriority w:val="99"/>
    <w:semiHidden/>
    <w:rPr>
      <w:color w:val="808080"/>
    </w:rPr>
  </w:style>
  <w:style w:type="paragraph" w:customStyle="1" w:styleId="1E3B11F46DFA4DEB8871B7CB8AA85328">
    <w:name w:val="1E3B11F46DFA4DEB8871B7CB8AA85328"/>
  </w:style>
  <w:style w:type="paragraph" w:customStyle="1" w:styleId="5AD022766F8E47B6B5AAE32A4E4F3654">
    <w:name w:val="5AD022766F8E47B6B5AAE32A4E4F3654"/>
  </w:style>
  <w:style w:type="paragraph" w:customStyle="1" w:styleId="EAD18BE1DD9844BFB2AFD53F7DA321B6">
    <w:name w:val="EAD18BE1DD9844BFB2AFD53F7DA321B6"/>
  </w:style>
  <w:style w:type="paragraph" w:customStyle="1" w:styleId="9B5B7F5EADED44E0A371620FB12C62CD">
    <w:name w:val="9B5B7F5EADED44E0A371620FB12C62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Principal Roberts</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BDF79E-349C-4CCB-BD18-B046552257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Template>
  <TotalTime>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2013-10-16T02:15:00Z</dcterms:created>
  <dcterms:modified xsi:type="dcterms:W3CDTF">2013-11-11T15:57:00Z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TC040217789991</vt:lpwstr>
  </property>
</Properties>
</file>